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4619A" w14:textId="534746C6" w:rsidR="00A63CE2" w:rsidRPr="00A2540E" w:rsidRDefault="00A63CE2" w:rsidP="00A63CE2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D855FC">
        <w:rPr>
          <w:rFonts w:ascii="Arial" w:eastAsia="Times New Roman" w:hAnsi="Arial" w:cs="Arial"/>
          <w:bCs/>
          <w:sz w:val="24"/>
          <w:szCs w:val="20"/>
          <w:lang w:eastAsia="pl-PL"/>
        </w:rPr>
        <w:t>7</w:t>
      </w:r>
      <w:r w:rsidRPr="00A2540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A63CE2" w:rsidRPr="00A2540E" w14:paraId="20E40AF5" w14:textId="77777777" w:rsidTr="008D065E">
        <w:tc>
          <w:tcPr>
            <w:tcW w:w="2800" w:type="dxa"/>
          </w:tcPr>
          <w:p w14:paraId="61014861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09429FC3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BF7AC3E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797AD66" w14:textId="77777777" w:rsidR="00A63CE2" w:rsidRPr="00A2540E" w:rsidRDefault="00A63CE2" w:rsidP="008D065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A63CE2" w:rsidRPr="00A2540E" w14:paraId="705BBC12" w14:textId="77777777" w:rsidTr="008D065E">
        <w:tc>
          <w:tcPr>
            <w:tcW w:w="2800" w:type="dxa"/>
          </w:tcPr>
          <w:p w14:paraId="678517DE" w14:textId="77777777" w:rsidR="00A63CE2" w:rsidRPr="00A2540E" w:rsidRDefault="00A63CE2" w:rsidP="008D065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77F188B2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81607D5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03730E6" w14:textId="77777777" w:rsidR="00A63CE2" w:rsidRPr="00A2540E" w:rsidRDefault="00A63CE2" w:rsidP="008D065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A4AFA8D" w14:textId="77777777" w:rsidR="00A63CE2" w:rsidRPr="00025386" w:rsidRDefault="00A63CE2" w:rsidP="00A63CE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63CE2" w:rsidRPr="00A2540E" w14:paraId="34D783FF" w14:textId="77777777" w:rsidTr="008D065E">
        <w:tc>
          <w:tcPr>
            <w:tcW w:w="9104" w:type="dxa"/>
            <w:shd w:val="clear" w:color="auto" w:fill="F2F2F2"/>
          </w:tcPr>
          <w:p w14:paraId="797A9802" w14:textId="77777777" w:rsidR="00A63CE2" w:rsidRDefault="00A63CE2" w:rsidP="008D065E">
            <w:pPr>
              <w:autoSpaceDE w:val="0"/>
              <w:autoSpaceDN w:val="0"/>
              <w:adjustRightInd w:val="0"/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6F268C0B" w14:textId="77777777" w:rsidR="00A63CE2" w:rsidRPr="00A63CE2" w:rsidRDefault="00A63CE2" w:rsidP="00A63CE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 ZATRUDNIENIU OSÓB NA PODSTAWIE STOSUNKU PRACY</w:t>
            </w:r>
          </w:p>
        </w:tc>
      </w:tr>
    </w:tbl>
    <w:p w14:paraId="4AEFAD2C" w14:textId="77777777" w:rsidR="00A63CE2" w:rsidRPr="00A2540E" w:rsidRDefault="00A63CE2" w:rsidP="00A63CE2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63CE2" w:rsidRPr="00A2540E" w14:paraId="43E8A065" w14:textId="77777777" w:rsidTr="008D065E">
        <w:tc>
          <w:tcPr>
            <w:tcW w:w="2269" w:type="dxa"/>
          </w:tcPr>
          <w:p w14:paraId="67D33B29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2D918D5B" w14:textId="0A17D80B" w:rsidR="00A63CE2" w:rsidRPr="00A2540E" w:rsidRDefault="008E79A9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8E79A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Budowa kotłowni miejskiej w Brześciu Kujawskim</w:t>
            </w:r>
          </w:p>
        </w:tc>
      </w:tr>
      <w:tr w:rsidR="005F508A" w:rsidRPr="00A2540E" w14:paraId="79D88EE5" w14:textId="77777777" w:rsidTr="00946D7B">
        <w:tc>
          <w:tcPr>
            <w:tcW w:w="2269" w:type="dxa"/>
          </w:tcPr>
          <w:p w14:paraId="4E5E0F58" w14:textId="77777777" w:rsidR="005F508A" w:rsidRPr="00A2540E" w:rsidRDefault="005F508A" w:rsidP="00946D7B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097F75D8" w14:textId="43AB9B48" w:rsidR="005F508A" w:rsidRPr="00A2540E" w:rsidRDefault="005F508A" w:rsidP="00946D7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5F508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E7258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</w:t>
            </w:r>
            <w:r w:rsidR="007329D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4</w:t>
            </w:r>
            <w:r w:rsidRPr="005F508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03EEE693" w14:textId="77777777" w:rsidR="00A63CE2" w:rsidRPr="00E26E01" w:rsidRDefault="00A63CE2" w:rsidP="00A63CE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7F1040C8" w14:textId="77777777" w:rsidR="00833E3D" w:rsidRPr="00A63CE2" w:rsidRDefault="00A63CE2" w:rsidP="00A770E2">
      <w:pPr>
        <w:spacing w:after="240"/>
        <w:rPr>
          <w:sz w:val="24"/>
          <w:szCs w:val="24"/>
        </w:rPr>
      </w:pPr>
      <w:r w:rsidRPr="00A63CE2">
        <w:rPr>
          <w:rFonts w:ascii="Arial" w:hAnsi="Arial" w:cs="Arial"/>
          <w:sz w:val="24"/>
          <w:szCs w:val="24"/>
        </w:rPr>
        <w:t xml:space="preserve">prowadzonego przez </w:t>
      </w:r>
      <w:r w:rsidR="005F508A" w:rsidRPr="005F508A">
        <w:rPr>
          <w:rFonts w:ascii="Arial" w:hAnsi="Arial" w:cs="Arial"/>
          <w:b/>
          <w:sz w:val="24"/>
          <w:szCs w:val="24"/>
        </w:rPr>
        <w:t>Gmina Brześć Kujawski</w:t>
      </w:r>
      <w:r w:rsidRPr="00A63C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o</w:t>
      </w:r>
      <w:r w:rsidRPr="00A63CE2">
        <w:rPr>
          <w:rFonts w:ascii="Arial" w:hAnsi="Arial" w:cs="Arial"/>
          <w:bCs/>
          <w:sz w:val="24"/>
          <w:szCs w:val="24"/>
        </w:rPr>
        <w:t>świadczam(y),</w:t>
      </w:r>
      <w:r>
        <w:rPr>
          <w:rFonts w:ascii="Arial" w:hAnsi="Arial" w:cs="Arial"/>
          <w:bCs/>
          <w:sz w:val="24"/>
          <w:szCs w:val="24"/>
        </w:rPr>
        <w:t xml:space="preserve"> że:</w:t>
      </w:r>
    </w:p>
    <w:p w14:paraId="2D923F61" w14:textId="77777777" w:rsidR="00A63CE2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o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soby wykonujące wskazane przez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czynności w zakresie realizacji zamówienia, zatrudnione są na podstawie </w:t>
      </w:r>
      <w:r w:rsidR="00531A80">
        <w:rPr>
          <w:rFonts w:ascii="Arial" w:hAnsi="Arial" w:cs="Arial"/>
          <w:bCs/>
          <w:sz w:val="24"/>
          <w:szCs w:val="24"/>
        </w:rPr>
        <w:t xml:space="preserve">stosunku </w:t>
      </w:r>
      <w:r w:rsidR="00833E3D" w:rsidRPr="00A63CE2">
        <w:rPr>
          <w:rFonts w:ascii="Arial" w:hAnsi="Arial" w:cs="Arial"/>
          <w:bCs/>
          <w:sz w:val="24"/>
          <w:szCs w:val="24"/>
        </w:rPr>
        <w:t>prac</w:t>
      </w:r>
      <w:r w:rsidR="00531A80">
        <w:rPr>
          <w:rFonts w:ascii="Arial" w:hAnsi="Arial" w:cs="Arial"/>
          <w:bCs/>
          <w:sz w:val="24"/>
          <w:szCs w:val="24"/>
        </w:rPr>
        <w:t>y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, jeżeli wykonanie tych czynności polega na wykonywaniu pracy w sposób określony w art. 22 § 1 ustawy z dnia 26 czerwca 1974 r. – Kodeks pracy 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(t.j. Dz. U. z 20</w:t>
      </w:r>
      <w:r w:rsidR="00531A80">
        <w:rPr>
          <w:rFonts w:ascii="Arial" w:hAnsi="Arial" w:cs="Arial"/>
          <w:color w:val="000000"/>
          <w:sz w:val="24"/>
          <w:szCs w:val="24"/>
        </w:rPr>
        <w:t>22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531A80">
        <w:rPr>
          <w:rFonts w:ascii="Arial" w:hAnsi="Arial" w:cs="Arial"/>
          <w:color w:val="000000"/>
          <w:sz w:val="24"/>
          <w:szCs w:val="24"/>
        </w:rPr>
        <w:t>1510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)</w:t>
      </w:r>
      <w:r w:rsidRPr="00A63CE2">
        <w:rPr>
          <w:rFonts w:ascii="Arial" w:hAnsi="Arial" w:cs="Arial"/>
          <w:bCs/>
          <w:sz w:val="24"/>
          <w:szCs w:val="24"/>
        </w:rPr>
        <w:t>;</w:t>
      </w:r>
    </w:p>
    <w:p w14:paraId="5E96367E" w14:textId="004B287D" w:rsidR="00833E3D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>apoznaliśmy się z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833E3D" w:rsidRPr="00A63CE2">
        <w:rPr>
          <w:rFonts w:ascii="Arial" w:hAnsi="Arial" w:cs="Arial"/>
          <w:bCs/>
          <w:sz w:val="24"/>
          <w:szCs w:val="24"/>
        </w:rPr>
        <w:t>wym</w:t>
      </w:r>
      <w:r w:rsidR="00A770E2">
        <w:rPr>
          <w:rFonts w:ascii="Arial" w:hAnsi="Arial" w:cs="Arial"/>
          <w:bCs/>
          <w:sz w:val="24"/>
          <w:szCs w:val="24"/>
        </w:rPr>
        <w:t>aganiami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</w:t>
      </w:r>
      <w:r w:rsidR="00A770E2">
        <w:rPr>
          <w:rFonts w:ascii="Arial" w:hAnsi="Arial" w:cs="Arial"/>
          <w:bCs/>
          <w:sz w:val="24"/>
          <w:szCs w:val="24"/>
        </w:rPr>
        <w:t xml:space="preserve">związanymi z realizacją zamówienia w zakresie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zatrudnienia przez </w:t>
      </w:r>
      <w:r w:rsidR="00A770E2">
        <w:rPr>
          <w:rFonts w:ascii="Arial" w:hAnsi="Arial" w:cs="Arial"/>
          <w:bCs/>
          <w:sz w:val="24"/>
          <w:szCs w:val="24"/>
        </w:rPr>
        <w:t>w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ykonawcę lub </w:t>
      </w:r>
      <w:r w:rsidR="00A770E2">
        <w:rPr>
          <w:rFonts w:ascii="Arial" w:hAnsi="Arial" w:cs="Arial"/>
          <w:bCs/>
          <w:sz w:val="24"/>
          <w:szCs w:val="24"/>
        </w:rPr>
        <w:t>p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odwykonawcę </w:t>
      </w:r>
      <w:r w:rsidR="00E7258B">
        <w:rPr>
          <w:rFonts w:ascii="Arial" w:hAnsi="Arial" w:cs="Arial"/>
          <w:bCs/>
          <w:sz w:val="24"/>
          <w:szCs w:val="24"/>
        </w:rPr>
        <w:br/>
      </w:r>
      <w:r w:rsidR="00A770E2">
        <w:rPr>
          <w:rFonts w:ascii="Arial" w:hAnsi="Arial" w:cs="Arial"/>
          <w:bCs/>
          <w:sz w:val="24"/>
          <w:szCs w:val="24"/>
        </w:rPr>
        <w:t xml:space="preserve">na podstawie stosunku pracy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osób wykonujących </w:t>
      </w:r>
      <w:r w:rsidR="00A770E2">
        <w:rPr>
          <w:rFonts w:ascii="Arial" w:hAnsi="Arial" w:cs="Arial"/>
          <w:bCs/>
          <w:sz w:val="24"/>
          <w:szCs w:val="24"/>
        </w:rPr>
        <w:t xml:space="preserve">wskazane przez zamawiającego czynności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w zakresie realizacji zamówienia 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i uznajemy się za związanych określonymi </w:t>
      </w:r>
      <w:r w:rsidR="00A770E2">
        <w:rPr>
          <w:rFonts w:ascii="Arial" w:hAnsi="Arial" w:cs="Arial"/>
          <w:bCs/>
          <w:sz w:val="24"/>
          <w:szCs w:val="24"/>
        </w:rPr>
        <w:t>wymaganiami</w:t>
      </w:r>
      <w:r w:rsidR="00AE62F2" w:rsidRPr="00A63CE2">
        <w:rPr>
          <w:rFonts w:ascii="Arial" w:hAnsi="Arial" w:cs="Arial"/>
          <w:bCs/>
          <w:sz w:val="24"/>
          <w:szCs w:val="24"/>
        </w:rPr>
        <w:t>.</w:t>
      </w:r>
    </w:p>
    <w:p w14:paraId="43B559D6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F444D52" w14:textId="77777777" w:rsidR="00025386" w:rsidRDefault="00025386" w:rsidP="00A770E2">
      <w:pPr>
        <w:spacing w:after="0" w:line="276" w:lineRule="auto"/>
        <w:rPr>
          <w:rFonts w:ascii="Times New Roman" w:hAnsi="Times New Roman"/>
          <w:sz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770E2" w:rsidRPr="008B745A" w14:paraId="7A60498E" w14:textId="77777777" w:rsidTr="008D065E">
        <w:tc>
          <w:tcPr>
            <w:tcW w:w="2660" w:type="dxa"/>
          </w:tcPr>
          <w:p w14:paraId="1A570FD1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9069447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C7328FB" w14:textId="77777777" w:rsidR="00A770E2" w:rsidRPr="008B745A" w:rsidRDefault="00A770E2" w:rsidP="008D065E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</w:tcPr>
          <w:p w14:paraId="58F80012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D27990B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3327010E" w14:textId="77777777" w:rsidR="00A770E2" w:rsidRPr="008B745A" w:rsidRDefault="00A770E2" w:rsidP="008D065E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5F508A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5AF2B3C3" w14:textId="77777777" w:rsidR="00A770E2" w:rsidRDefault="00A770E2" w:rsidP="00A770E2">
      <w:pPr>
        <w:spacing w:after="0" w:line="276" w:lineRule="auto"/>
        <w:rPr>
          <w:sz w:val="20"/>
        </w:rPr>
      </w:pPr>
    </w:p>
    <w:sectPr w:rsidR="00A770E2" w:rsidSect="00A770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FF64A" w14:textId="77777777" w:rsidR="00440C62" w:rsidRDefault="00440C62" w:rsidP="00025386">
      <w:pPr>
        <w:spacing w:after="0" w:line="240" w:lineRule="auto"/>
      </w:pPr>
      <w:r>
        <w:separator/>
      </w:r>
    </w:p>
  </w:endnote>
  <w:endnote w:type="continuationSeparator" w:id="0">
    <w:p w14:paraId="24D39B65" w14:textId="77777777" w:rsidR="00440C62" w:rsidRDefault="00440C6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EDE5B" w14:textId="77777777" w:rsidR="005F508A" w:rsidRDefault="005F50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9BD17" w14:textId="391F70BF" w:rsidR="00025386" w:rsidRDefault="0043087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A7A6DB" wp14:editId="6C133D3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817A60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8280754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 w:rsidR="00A770E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2ADF189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8558A" w14:textId="77777777" w:rsidR="005F508A" w:rsidRDefault="005F50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CB9BB" w14:textId="77777777" w:rsidR="00440C62" w:rsidRDefault="00440C62" w:rsidP="00025386">
      <w:pPr>
        <w:spacing w:after="0" w:line="240" w:lineRule="auto"/>
      </w:pPr>
      <w:r>
        <w:separator/>
      </w:r>
    </w:p>
  </w:footnote>
  <w:footnote w:type="continuationSeparator" w:id="0">
    <w:p w14:paraId="4214EA02" w14:textId="77777777" w:rsidR="00440C62" w:rsidRDefault="00440C6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A0E48" w14:textId="77777777" w:rsidR="005F508A" w:rsidRDefault="005F50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C095A" w14:textId="77777777" w:rsidR="005F508A" w:rsidRDefault="005F50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DE6B9" w14:textId="77777777" w:rsidR="005F508A" w:rsidRDefault="005F50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337A9"/>
    <w:multiLevelType w:val="hybridMultilevel"/>
    <w:tmpl w:val="FFA4D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271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8D2"/>
    <w:rsid w:val="00025386"/>
    <w:rsid w:val="001B4466"/>
    <w:rsid w:val="001C2314"/>
    <w:rsid w:val="004202B7"/>
    <w:rsid w:val="00430875"/>
    <w:rsid w:val="00440C62"/>
    <w:rsid w:val="00531A80"/>
    <w:rsid w:val="005624D8"/>
    <w:rsid w:val="00593180"/>
    <w:rsid w:val="005F508A"/>
    <w:rsid w:val="00645334"/>
    <w:rsid w:val="006D76A4"/>
    <w:rsid w:val="007329DC"/>
    <w:rsid w:val="007A4943"/>
    <w:rsid w:val="007A69F8"/>
    <w:rsid w:val="007D6793"/>
    <w:rsid w:val="00833E3D"/>
    <w:rsid w:val="00853483"/>
    <w:rsid w:val="008C537A"/>
    <w:rsid w:val="008D065E"/>
    <w:rsid w:val="008E79A9"/>
    <w:rsid w:val="008F2498"/>
    <w:rsid w:val="00963891"/>
    <w:rsid w:val="009D45C0"/>
    <w:rsid w:val="00A56A6F"/>
    <w:rsid w:val="00A63CE2"/>
    <w:rsid w:val="00A770E2"/>
    <w:rsid w:val="00AE62F2"/>
    <w:rsid w:val="00B51214"/>
    <w:rsid w:val="00C904C8"/>
    <w:rsid w:val="00CA58D2"/>
    <w:rsid w:val="00CD751B"/>
    <w:rsid w:val="00D55FC4"/>
    <w:rsid w:val="00D855FC"/>
    <w:rsid w:val="00DC4B00"/>
    <w:rsid w:val="00E10D5B"/>
    <w:rsid w:val="00E26E01"/>
    <w:rsid w:val="00E7258B"/>
    <w:rsid w:val="00EE46AD"/>
    <w:rsid w:val="00F226D2"/>
    <w:rsid w:val="00F3558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51E27"/>
  <w15:chartTrackingRefBased/>
  <w15:docId w15:val="{304E47F0-1D35-445C-BC36-0811C255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3CE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7</cp:revision>
  <dcterms:created xsi:type="dcterms:W3CDTF">2025-01-16T10:14:00Z</dcterms:created>
  <dcterms:modified xsi:type="dcterms:W3CDTF">2025-08-04T10:25:00Z</dcterms:modified>
</cp:coreProperties>
</file>